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533409" w:rsidRPr="00212BB1" w:rsidTr="00533409">
        <w:tc>
          <w:tcPr>
            <w:tcW w:w="2456" w:type="dxa"/>
          </w:tcPr>
          <w:p w:rsidR="00533409" w:rsidRPr="00D2754D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</w:tcPr>
          <w:p w:rsidR="00533409" w:rsidRPr="00212BB1" w:rsidRDefault="00533409" w:rsidP="00E52C43">
            <w:pPr>
              <w:rPr>
                <w:rFonts w:asciiTheme="minorHAnsi" w:hAnsiTheme="minorHAnsi" w:cstheme="minorHAnsi"/>
                <w:b/>
                <w:bCs/>
              </w:rPr>
            </w:pPr>
            <w:r w:rsidRPr="00F91EEE">
              <w:rPr>
                <w:rFonts w:asciiTheme="minorHAnsi" w:hAnsiTheme="minorHAnsi" w:cstheme="minorHAnsi"/>
                <w:b/>
                <w:bCs/>
              </w:rPr>
              <w:t>CER1NC</w:t>
            </w:r>
          </w:p>
        </w:tc>
      </w:tr>
      <w:tr w:rsidR="00533409" w:rsidRPr="00242319" w:rsidTr="00E52C43">
        <w:tc>
          <w:tcPr>
            <w:tcW w:w="2456" w:type="dxa"/>
          </w:tcPr>
          <w:p w:rsidR="00533409" w:rsidRPr="0024231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</w:t>
            </w:r>
            <w:r w:rsidR="000B54A3" w:rsidRPr="000B54A3">
              <w:rPr>
                <w:rFonts w:asciiTheme="minorHAnsi" w:hAnsiTheme="minorHAnsi" w:cstheme="minorHAnsi"/>
              </w:rPr>
              <w:t>Pure W</w:t>
            </w:r>
            <w:r w:rsidR="000B54A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Standard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Pr="00DD5EAD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53340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Pr="0024231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 w:rsidRPr="00DD5EAD"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</w:tcPr>
          <w:p w:rsidR="00533409" w:rsidRPr="00D2754D" w:rsidRDefault="000B54A3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</w:tcPr>
          <w:p w:rsidR="00533409" w:rsidRPr="00D2754D" w:rsidRDefault="000B54A3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533409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Pr="0024231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free, electronically controlled water faucet.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3340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Pr="004937C7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937C7"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3340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D2754D" w:rsidTr="00533409">
        <w:tc>
          <w:tcPr>
            <w:tcW w:w="2456" w:type="dxa"/>
          </w:tcPr>
          <w:p w:rsidR="00533409" w:rsidRPr="00D2754D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533409" w:rsidRPr="00D2754D" w:rsidRDefault="00533409" w:rsidP="00E52C4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Pr="0024231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Pr="0024231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 w:rsidRPr="00D2754D"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E52C43" w:rsidRPr="00242319" w:rsidTr="00533409">
        <w:tc>
          <w:tcPr>
            <w:tcW w:w="2456" w:type="dxa"/>
          </w:tcPr>
          <w:p w:rsidR="00E52C43" w:rsidRPr="00242319" w:rsidRDefault="00E52C43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</w:tcPr>
          <w:p w:rsidR="00E52C43" w:rsidRDefault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E52C43" w:rsidRPr="00242319" w:rsidTr="00533409">
        <w:tc>
          <w:tcPr>
            <w:tcW w:w="2456" w:type="dxa"/>
          </w:tcPr>
          <w:p w:rsidR="00E52C43" w:rsidRPr="00242319" w:rsidRDefault="00E52C43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</w:tcPr>
          <w:p w:rsidR="00E52C43" w:rsidRDefault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 °C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Pr="0024231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Pr="00D2754D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</w:tcPr>
          <w:p w:rsidR="000B54A3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="000B54A3">
              <w:rPr>
                <w:rFonts w:asciiTheme="minorHAnsi" w:hAnsiTheme="minorHAnsi" w:cstheme="minorHAnsi"/>
              </w:rPr>
              <w:t xml:space="preserve"> </w:t>
            </w:r>
            <w:r w:rsidR="000B54A3" w:rsidRPr="000B54A3">
              <w:rPr>
                <w:rFonts w:asciiTheme="minorHAnsi" w:hAnsiTheme="minorHAnsi" w:cstheme="minorHAnsi"/>
              </w:rPr>
              <w:t>Pure W</w:t>
            </w:r>
            <w:r w:rsidRPr="00D2754D">
              <w:rPr>
                <w:rFonts w:asciiTheme="minorHAnsi" w:hAnsiTheme="minorHAnsi" w:cstheme="minorHAnsi"/>
              </w:rPr>
              <w:t xml:space="preserve"> faucet - Electronic faucet </w:t>
            </w:r>
          </w:p>
          <w:p w:rsidR="00533409" w:rsidRPr="00D2754D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 xml:space="preserve">Faucet user interface made of </w:t>
            </w:r>
            <w:proofErr w:type="gramStart"/>
            <w:r w:rsidRPr="00D2754D">
              <w:rPr>
                <w:rFonts w:asciiTheme="minorHAnsi" w:hAnsiTheme="minorHAnsi" w:cstheme="minorHAnsi"/>
              </w:rPr>
              <w:t>high quality</w:t>
            </w:r>
            <w:proofErr w:type="gramEnd"/>
            <w:r w:rsidRPr="00D2754D">
              <w:rPr>
                <w:rFonts w:asciiTheme="minorHAnsi" w:hAnsiTheme="minorHAnsi" w:cstheme="minorHAnsi"/>
              </w:rPr>
              <w:t xml:space="preserve"> laser engraved glass</w:t>
            </w:r>
          </w:p>
          <w:p w:rsidR="00533409" w:rsidRPr="00D2754D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LED display for temperature feedback</w:t>
            </w:r>
          </w:p>
          <w:p w:rsidR="00533409" w:rsidRPr="00D2754D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Automatic flushing for prevention of 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2754D">
              <w:rPr>
                <w:rFonts w:asciiTheme="minorHAnsi" w:hAnsiTheme="minorHAnsi" w:cstheme="minorHAnsi"/>
              </w:rPr>
              <w:t>completely adjustable via the miscea remote control (sold separately).</w:t>
            </w:r>
          </w:p>
          <w:p w:rsidR="00533409" w:rsidRPr="00D2754D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 water temperature controls</w:t>
            </w:r>
          </w:p>
          <w:p w:rsidR="00533409" w:rsidRPr="00242319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Pr="00D2754D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</w:tcPr>
          <w:p w:rsidR="00533409" w:rsidRPr="00212BB1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212BB1">
              <w:rPr>
                <w:rFonts w:asciiTheme="minorHAnsi" w:hAnsiTheme="minorHAnsi" w:cstheme="minorHAnsi"/>
              </w:rPr>
              <w:t xml:space="preserve"> </w:t>
            </w:r>
            <w:r w:rsidR="000B54A3" w:rsidRPr="000B54A3">
              <w:rPr>
                <w:rFonts w:asciiTheme="minorHAnsi" w:hAnsiTheme="minorHAnsi" w:cstheme="minorHAnsi"/>
              </w:rPr>
              <w:t>Pure W</w:t>
            </w:r>
            <w:r w:rsidR="000B54A3">
              <w:rPr>
                <w:rFonts w:asciiTheme="minorHAnsi" w:hAnsiTheme="minorHAnsi" w:cstheme="minorHAnsi"/>
              </w:rPr>
              <w:t xml:space="preserve"> </w:t>
            </w:r>
            <w:r w:rsidRPr="00212BB1">
              <w:rPr>
                <w:rFonts w:asciiTheme="minorHAnsi" w:hAnsiTheme="minorHAnsi" w:cstheme="minorHAnsi"/>
              </w:rPr>
              <w:t>faucet</w:t>
            </w:r>
            <w:r>
              <w:rPr>
                <w:rFonts w:asciiTheme="minorHAnsi" w:hAnsiTheme="minorHAnsi" w:cstheme="minorHAnsi"/>
              </w:rPr>
              <w:t xml:space="preserve"> in stainless steel finish</w:t>
            </w:r>
          </w:p>
          <w:p w:rsidR="00533409" w:rsidRPr="00212BB1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212BB1">
              <w:rPr>
                <w:rFonts w:asciiTheme="minorHAnsi" w:hAnsiTheme="minorHAnsi" w:cstheme="minorHAnsi"/>
              </w:rPr>
              <w:t>Waterbox</w:t>
            </w:r>
            <w:proofErr w:type="spellEnd"/>
            <w:r w:rsidRPr="00212BB1">
              <w:rPr>
                <w:rFonts w:asciiTheme="minorHAnsi" w:hAnsiTheme="minorHAnsi" w:cstheme="minorHAnsi"/>
              </w:rPr>
              <w:t xml:space="preserve"> component - houses the electronics and solenoid valve.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533409" w:rsidRPr="00212BB1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bookmarkStart w:id="0" w:name="_GoBack"/>
            <w:bookmarkEnd w:id="0"/>
            <w:r w:rsidRPr="00212BB1"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533409" w:rsidRPr="00212BB1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pin EU power plug</w:t>
            </w:r>
          </w:p>
          <w:p w:rsidR="00533409" w:rsidRPr="00212BB1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Installation</w:t>
            </w:r>
            <w:r>
              <w:rPr>
                <w:rFonts w:asciiTheme="minorHAnsi" w:hAnsiTheme="minorHAnsi" w:cstheme="minorHAnsi"/>
              </w:rPr>
              <w:t>/mounting</w:t>
            </w:r>
            <w:r w:rsidRPr="00212BB1">
              <w:rPr>
                <w:rFonts w:asciiTheme="minorHAnsi" w:hAnsiTheme="minorHAnsi" w:cstheme="minorHAnsi"/>
              </w:rPr>
              <w:t xml:space="preserve"> kit</w:t>
            </w:r>
          </w:p>
          <w:p w:rsidR="00533409" w:rsidRPr="00242319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Pr="00D2754D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533409" w:rsidRPr="00212BB1" w:rsidRDefault="00533409" w:rsidP="00E52C4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C43" w:rsidRDefault="00E52C43" w:rsidP="00187130">
      <w:pPr>
        <w:spacing w:line="240" w:lineRule="auto"/>
      </w:pPr>
      <w:r>
        <w:separator/>
      </w:r>
    </w:p>
  </w:endnote>
  <w:endnote w:type="continuationSeparator" w:id="0">
    <w:p w:rsidR="00E52C43" w:rsidRDefault="00E52C43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536" w:rsidRDefault="000E553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C43" w:rsidRDefault="00E52C43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E52C43" w:rsidRPr="00187130" w:rsidTr="00187130">
      <w:tc>
        <w:tcPr>
          <w:tcW w:w="2986" w:type="dxa"/>
        </w:tcPr>
        <w:p w:rsidR="00E52C43" w:rsidRPr="00187130" w:rsidRDefault="00E52C43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0E5536">
            <w:rPr>
              <w:sz w:val="16"/>
              <w:szCs w:val="16"/>
            </w:rPr>
            <w:fldChar w:fldCharType="begin"/>
          </w:r>
          <w:r w:rsidR="000E5536">
            <w:rPr>
              <w:sz w:val="16"/>
              <w:szCs w:val="16"/>
              <w:lang w:val="de-DE"/>
            </w:rPr>
            <w:instrText xml:space="preserve"> TIME \@ "dd.MM.yyyy" </w:instrText>
          </w:r>
          <w:r w:rsidR="000E5536">
            <w:rPr>
              <w:sz w:val="16"/>
              <w:szCs w:val="16"/>
            </w:rPr>
            <w:fldChar w:fldCharType="separate"/>
          </w:r>
          <w:r w:rsidR="000B54A3">
            <w:rPr>
              <w:noProof/>
              <w:sz w:val="16"/>
              <w:szCs w:val="16"/>
              <w:lang w:val="de-DE"/>
            </w:rPr>
            <w:t>29.01.2020</w:t>
          </w:r>
          <w:r w:rsidR="000E5536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E52C43" w:rsidRPr="000E101F" w:rsidRDefault="00E52C43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E52C43" w:rsidRPr="00187130" w:rsidRDefault="00E52C43" w:rsidP="00E52C43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444259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444259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E52C43" w:rsidRDefault="00E52C43" w:rsidP="0018713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536" w:rsidRDefault="000E553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C43" w:rsidRDefault="00E52C43" w:rsidP="00187130">
      <w:pPr>
        <w:spacing w:line="240" w:lineRule="auto"/>
      </w:pPr>
      <w:r>
        <w:separator/>
      </w:r>
    </w:p>
  </w:footnote>
  <w:footnote w:type="continuationSeparator" w:id="0">
    <w:p w:rsidR="00E52C43" w:rsidRDefault="00E52C43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536" w:rsidRDefault="000E553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C43" w:rsidRPr="00187130" w:rsidRDefault="00E52C43" w:rsidP="00187130">
    <w:pPr>
      <w:pStyle w:val="Titel"/>
    </w:pPr>
    <w:r>
      <w:t>TENDER SPECIFICATIONS</w:t>
    </w:r>
    <w:r w:rsidRPr="0018713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536" w:rsidRDefault="000E553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B54A3"/>
    <w:rsid w:val="000E101F"/>
    <w:rsid w:val="000E5536"/>
    <w:rsid w:val="00147840"/>
    <w:rsid w:val="0016701E"/>
    <w:rsid w:val="00187130"/>
    <w:rsid w:val="00357D07"/>
    <w:rsid w:val="003833B6"/>
    <w:rsid w:val="00444259"/>
    <w:rsid w:val="004E017C"/>
    <w:rsid w:val="004E7EA9"/>
    <w:rsid w:val="00501343"/>
    <w:rsid w:val="00502F69"/>
    <w:rsid w:val="00533409"/>
    <w:rsid w:val="005653B3"/>
    <w:rsid w:val="006110B8"/>
    <w:rsid w:val="00616BEC"/>
    <w:rsid w:val="00634D40"/>
    <w:rsid w:val="008D6316"/>
    <w:rsid w:val="00921DEB"/>
    <w:rsid w:val="00964361"/>
    <w:rsid w:val="009B2800"/>
    <w:rsid w:val="00A10F8C"/>
    <w:rsid w:val="00B42B3C"/>
    <w:rsid w:val="00B926E8"/>
    <w:rsid w:val="00BB7D7A"/>
    <w:rsid w:val="00BC1E8B"/>
    <w:rsid w:val="00C2725C"/>
    <w:rsid w:val="00D25333"/>
    <w:rsid w:val="00DF5643"/>
    <w:rsid w:val="00E52C43"/>
    <w:rsid w:val="00F041C0"/>
    <w:rsid w:val="00F31DA2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AA62048"/>
  <w15:docId w15:val="{4D70682D-4234-4EA4-A7E2-DDF10E531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150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2015-05-21T10:43:00Z</dcterms:created>
  <dcterms:modified xsi:type="dcterms:W3CDTF">2020-01-29T10:28:00Z</dcterms:modified>
</cp:coreProperties>
</file>